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037A33B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A4DEC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6D0E9798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5A4DEC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5A4DEC">
        <w:rPr>
          <w:rFonts w:eastAsia="Times New Roman" w:cs="Times New Roman"/>
          <w:b/>
          <w:lang w:eastAsia="cs-CZ"/>
        </w:rPr>
        <w:t>„</w:t>
      </w:r>
      <w:bookmarkEnd w:id="0"/>
      <w:r w:rsidR="005A4DEC" w:rsidRPr="005A4DEC">
        <w:rPr>
          <w:rStyle w:val="Tun"/>
          <w:rFonts w:eastAsiaTheme="minorHAnsi"/>
        </w:rPr>
        <w:t>MAIL PROXY</w:t>
      </w:r>
      <w:r w:rsidRPr="005A4DEC">
        <w:t>“</w:t>
      </w:r>
      <w:r w:rsidRPr="005A4DEC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="002B7EFA" w:rsidRPr="00A712DB">
        <w:rPr>
          <w:rFonts w:eastAsia="Times New Roman" w:cs="Times New Roman"/>
          <w:lang w:eastAsia="cs-CZ"/>
        </w:rPr>
        <w:t>posledních 5 let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336B0124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</w:t>
            </w:r>
            <w:bookmarkStart w:id="1" w:name="_GoBack"/>
            <w:bookmarkEnd w:id="1"/>
            <w:r w:rsidRPr="00057842">
              <w:rPr>
                <w:rStyle w:val="Tuntabulka"/>
                <w:rFonts w:eastAsiaTheme="minorHAnsi"/>
              </w:rPr>
              <w:t>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6F4E7811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="00B016BD" w:rsidRPr="00B016BD">
              <w:rPr>
                <w:rStyle w:val="Tuntabulka"/>
                <w:rFonts w:asciiTheme="minorHAnsi" w:eastAsiaTheme="minorHAnsi" w:hAnsiTheme="minorHAnsi"/>
                <w:bCs/>
              </w:rPr>
              <w:t>5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E9D60" w14:textId="77777777" w:rsidR="008C6243" w:rsidRDefault="008C6243" w:rsidP="00962258">
      <w:pPr>
        <w:spacing w:after="0" w:line="240" w:lineRule="auto"/>
      </w:pPr>
      <w:r>
        <w:separator/>
      </w:r>
    </w:p>
  </w:endnote>
  <w:endnote w:type="continuationSeparator" w:id="0">
    <w:p w14:paraId="07085878" w14:textId="77777777" w:rsidR="008C6243" w:rsidRDefault="008C62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6B60B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3B9C7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F47B48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6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16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D04FAA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26761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E0788" w14:textId="77777777" w:rsidR="008C6243" w:rsidRDefault="008C6243" w:rsidP="00962258">
      <w:pPr>
        <w:spacing w:after="0" w:line="240" w:lineRule="auto"/>
      </w:pPr>
      <w:r>
        <w:separator/>
      </w:r>
    </w:p>
  </w:footnote>
  <w:footnote w:type="continuationSeparator" w:id="0">
    <w:p w14:paraId="3A6EA9D6" w14:textId="77777777" w:rsidR="008C6243" w:rsidRDefault="008C62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96772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4DEC"/>
    <w:rsid w:val="005F1404"/>
    <w:rsid w:val="0061068E"/>
    <w:rsid w:val="006366D7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C6243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712DB"/>
    <w:rsid w:val="00AA4CBB"/>
    <w:rsid w:val="00AA65FA"/>
    <w:rsid w:val="00AA7351"/>
    <w:rsid w:val="00AD056F"/>
    <w:rsid w:val="00AD6731"/>
    <w:rsid w:val="00B016BD"/>
    <w:rsid w:val="00B15D0D"/>
    <w:rsid w:val="00B2753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5787F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FFD27-CCF6-43B5-A061-7F055E993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37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Burdová Nikola, Mgr. Bc.</cp:lastModifiedBy>
  <cp:revision>19</cp:revision>
  <cp:lastPrinted>2017-11-28T17:18:00Z</cp:lastPrinted>
  <dcterms:created xsi:type="dcterms:W3CDTF">2020-04-06T08:50:00Z</dcterms:created>
  <dcterms:modified xsi:type="dcterms:W3CDTF">2024-06-21T06:18:00Z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